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0A7D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2E6F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2D2F1" w14:textId="1E49734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A2579">
        <w:rPr>
          <w:rFonts w:ascii="Corbel" w:hAnsi="Corbel"/>
          <w:smallCaps/>
          <w:szCs w:val="24"/>
        </w:rPr>
        <w:t>2019-2022</w:t>
      </w:r>
    </w:p>
    <w:p w14:paraId="74C43939" w14:textId="607AEF5E" w:rsidR="00445970" w:rsidRPr="00EA4832" w:rsidRDefault="00445970" w:rsidP="000D29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1A2579">
        <w:rPr>
          <w:rFonts w:ascii="Corbel" w:hAnsi="Corbel"/>
          <w:sz w:val="20"/>
          <w:szCs w:val="20"/>
        </w:rPr>
        <w:t>0</w:t>
      </w:r>
      <w:r w:rsidR="00A12AE7">
        <w:rPr>
          <w:rFonts w:ascii="Corbel" w:hAnsi="Corbel"/>
          <w:sz w:val="20"/>
          <w:szCs w:val="20"/>
        </w:rPr>
        <w:t>/202</w:t>
      </w:r>
      <w:r w:rsidR="001A2579">
        <w:rPr>
          <w:rFonts w:ascii="Corbel" w:hAnsi="Corbel"/>
          <w:sz w:val="20"/>
          <w:szCs w:val="20"/>
        </w:rPr>
        <w:t>1</w:t>
      </w:r>
    </w:p>
    <w:p w14:paraId="26D438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52C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6B6A39" w14:textId="77777777" w:rsidTr="00B819C8">
        <w:tc>
          <w:tcPr>
            <w:tcW w:w="2694" w:type="dxa"/>
            <w:vAlign w:val="center"/>
          </w:tcPr>
          <w:p w14:paraId="2E0242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298C4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78A663B" w14:textId="77777777" w:rsidTr="00B819C8">
        <w:tc>
          <w:tcPr>
            <w:tcW w:w="2694" w:type="dxa"/>
            <w:vAlign w:val="center"/>
          </w:tcPr>
          <w:p w14:paraId="06D6F0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D2C988" w14:textId="77777777" w:rsidR="0085747A" w:rsidRPr="009C54AE" w:rsidRDefault="00E9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9C54AE" w14:paraId="7AB13F48" w14:textId="77777777" w:rsidTr="00B819C8">
        <w:tc>
          <w:tcPr>
            <w:tcW w:w="2694" w:type="dxa"/>
            <w:vAlign w:val="center"/>
          </w:tcPr>
          <w:p w14:paraId="1380E12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49F7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CA49D6" w14:textId="77777777" w:rsidTr="00B819C8">
        <w:tc>
          <w:tcPr>
            <w:tcW w:w="2694" w:type="dxa"/>
            <w:vAlign w:val="center"/>
          </w:tcPr>
          <w:p w14:paraId="7CD5AD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E33E9" w14:textId="24A10D59" w:rsidR="0085747A" w:rsidRPr="009C54AE" w:rsidRDefault="007226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5BEB090" w14:textId="77777777" w:rsidTr="00B819C8">
        <w:tc>
          <w:tcPr>
            <w:tcW w:w="2694" w:type="dxa"/>
            <w:vAlign w:val="center"/>
          </w:tcPr>
          <w:p w14:paraId="5D7F68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DB43A3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71977BC" w14:textId="77777777" w:rsidTr="00B819C8">
        <w:tc>
          <w:tcPr>
            <w:tcW w:w="2694" w:type="dxa"/>
            <w:vAlign w:val="center"/>
          </w:tcPr>
          <w:p w14:paraId="1F8850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6E69A" w14:textId="5E6A5ACD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F3C393" w14:textId="77777777" w:rsidTr="00B819C8">
        <w:tc>
          <w:tcPr>
            <w:tcW w:w="2694" w:type="dxa"/>
            <w:vAlign w:val="center"/>
          </w:tcPr>
          <w:p w14:paraId="27136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56CC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EFE68A" w14:textId="77777777" w:rsidTr="00B819C8">
        <w:tc>
          <w:tcPr>
            <w:tcW w:w="2694" w:type="dxa"/>
            <w:vAlign w:val="center"/>
          </w:tcPr>
          <w:p w14:paraId="6CA2C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E70D24" w14:textId="222FE139" w:rsidR="0085747A" w:rsidRPr="00191DAD" w:rsidRDefault="00191DAD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1DA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14FC26" w14:textId="77777777" w:rsidTr="00B819C8">
        <w:tc>
          <w:tcPr>
            <w:tcW w:w="2694" w:type="dxa"/>
            <w:vAlign w:val="center"/>
          </w:tcPr>
          <w:p w14:paraId="3C6BE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BBCC1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FA0A5C" w14:textId="77777777" w:rsidTr="00B819C8">
        <w:tc>
          <w:tcPr>
            <w:tcW w:w="2694" w:type="dxa"/>
            <w:vAlign w:val="center"/>
          </w:tcPr>
          <w:p w14:paraId="501A1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A26B46" w14:textId="77777777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A59C20" w14:textId="77777777" w:rsidTr="00B819C8">
        <w:tc>
          <w:tcPr>
            <w:tcW w:w="2694" w:type="dxa"/>
            <w:vAlign w:val="center"/>
          </w:tcPr>
          <w:p w14:paraId="0B6C52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A6B61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B66A58" w14:textId="77777777" w:rsidTr="00B819C8">
        <w:tc>
          <w:tcPr>
            <w:tcW w:w="2694" w:type="dxa"/>
            <w:vAlign w:val="center"/>
          </w:tcPr>
          <w:p w14:paraId="276361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ABB7C9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07B99526" w14:textId="77777777" w:rsidTr="00B819C8">
        <w:tc>
          <w:tcPr>
            <w:tcW w:w="2694" w:type="dxa"/>
            <w:vAlign w:val="center"/>
          </w:tcPr>
          <w:p w14:paraId="291A8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D4687E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759B9184" w14:textId="130BCD4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0E2F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2E19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A381C8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8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15C38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93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E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35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8A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AD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B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E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1D2475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9B9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6C5" w14:textId="1A1FE955" w:rsidR="00015B8F" w:rsidRPr="009C54AE" w:rsidRDefault="00191D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1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1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E6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8F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C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2C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D16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0C70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789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696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35F99E" w14:textId="26A6492C" w:rsidR="000D29F8" w:rsidRDefault="000D29F8" w:rsidP="000D29F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0B5D67A" w14:textId="77777777" w:rsidR="000D29F8" w:rsidRPr="000D29F8" w:rsidRDefault="000D29F8" w:rsidP="000D29F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5DEE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F594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6C1A4" w14:textId="77777777" w:rsidR="009C54AE" w:rsidRDefault="002D6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432E68" w:rsidRPr="009C54AE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4F7A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AF7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3C6836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2D65FE" w:rsidRP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14:paraId="0C5E9A86" w14:textId="77777777" w:rsidR="002D65FE" w:rsidRPr="002D65FE" w:rsidRDefault="002D65FE" w:rsidP="002D65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14:paraId="45CCF76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76BD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268D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BCCF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C9C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903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AB4E870" w14:textId="77777777" w:rsidTr="00A90334">
        <w:tc>
          <w:tcPr>
            <w:tcW w:w="843" w:type="dxa"/>
            <w:vAlign w:val="center"/>
          </w:tcPr>
          <w:p w14:paraId="4C934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226621" w14:textId="77777777" w:rsidR="0085747A" w:rsidRPr="00A90334" w:rsidRDefault="00A90334" w:rsidP="00A90334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="0085747A" w:rsidRPr="009C54AE" w14:paraId="32C03448" w14:textId="77777777" w:rsidTr="00A90334">
        <w:tc>
          <w:tcPr>
            <w:tcW w:w="843" w:type="dxa"/>
            <w:vAlign w:val="center"/>
          </w:tcPr>
          <w:p w14:paraId="3945F278" w14:textId="77777777" w:rsidR="0085747A" w:rsidRPr="009C54AE" w:rsidRDefault="00A903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B73C102" w14:textId="77777777" w:rsidR="0085747A" w:rsidRPr="00A90334" w:rsidRDefault="00A90334" w:rsidP="00A90334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14:paraId="12A27D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BE45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46AEC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976ABB" w14:textId="77777777" w:rsidTr="002D65FE">
        <w:tc>
          <w:tcPr>
            <w:tcW w:w="1681" w:type="dxa"/>
            <w:vAlign w:val="center"/>
          </w:tcPr>
          <w:p w14:paraId="74EF2F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09AD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B52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1E0379" w14:textId="77777777" w:rsidTr="002D65FE">
        <w:tc>
          <w:tcPr>
            <w:tcW w:w="1681" w:type="dxa"/>
          </w:tcPr>
          <w:p w14:paraId="10E64FA5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E8A19E5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14:paraId="431065CB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9C54AE" w14:paraId="7FD1AC9F" w14:textId="77777777" w:rsidTr="002D65FE">
        <w:tc>
          <w:tcPr>
            <w:tcW w:w="1681" w:type="dxa"/>
          </w:tcPr>
          <w:p w14:paraId="057813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A10BD7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wzajemne relacje pomiędzy organizacjami gospodarczymi i społecznymi w zakresie </w:t>
            </w:r>
            <w:proofErr w:type="spellStart"/>
            <w:r w:rsidR="006809B3" w:rsidRPr="006809B3">
              <w:rPr>
                <w:rFonts w:ascii="Corbel" w:hAnsi="Corbel"/>
                <w:b w:val="0"/>
                <w:smallCaps w:val="0"/>
              </w:rPr>
              <w:t>organizacyjno</w:t>
            </w:r>
            <w:proofErr w:type="spellEnd"/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 - ekonomicznym oraz finansowym, a także ich oddziaływanie na zmiany struktur społecznych</w:t>
            </w:r>
          </w:p>
        </w:tc>
        <w:tc>
          <w:tcPr>
            <w:tcW w:w="1865" w:type="dxa"/>
          </w:tcPr>
          <w:p w14:paraId="3F501F68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85747A" w:rsidRPr="009C54AE" w14:paraId="2F0EA1EB" w14:textId="77777777" w:rsidTr="002D65FE">
        <w:tc>
          <w:tcPr>
            <w:tcW w:w="1681" w:type="dxa"/>
          </w:tcPr>
          <w:p w14:paraId="29D859C8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F9179C" w14:textId="77777777" w:rsidR="0085747A" w:rsidRPr="001A16D0" w:rsidRDefault="006809B3" w:rsidP="00680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14:paraId="4E0BA03A" w14:textId="77777777" w:rsidR="0085747A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="002D65FE" w:rsidRPr="009C54AE" w14:paraId="004CA1A5" w14:textId="77777777" w:rsidTr="002D65FE">
        <w:tc>
          <w:tcPr>
            <w:tcW w:w="1681" w:type="dxa"/>
          </w:tcPr>
          <w:p w14:paraId="5F668DD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5C1FEF" w14:textId="77777777" w:rsidR="002D65FE" w:rsidRPr="001A16D0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14:paraId="754201D1" w14:textId="77777777" w:rsidR="002D65FE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="002D65FE" w:rsidRPr="009C54AE" w14:paraId="2261A0A5" w14:textId="77777777" w:rsidTr="002D65FE">
        <w:tc>
          <w:tcPr>
            <w:tcW w:w="1681" w:type="dxa"/>
          </w:tcPr>
          <w:p w14:paraId="16E1EE04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474D655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14:paraId="414F8301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2D65FE" w:rsidRPr="009C54AE" w14:paraId="1980ACCC" w14:textId="77777777" w:rsidTr="002D65FE">
        <w:tc>
          <w:tcPr>
            <w:tcW w:w="1681" w:type="dxa"/>
          </w:tcPr>
          <w:p w14:paraId="165CA74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89C6EC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14:paraId="6FA14929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="002D65FE" w:rsidRPr="009C54AE" w14:paraId="505F9556" w14:textId="77777777" w:rsidTr="002D65FE">
        <w:tc>
          <w:tcPr>
            <w:tcW w:w="1681" w:type="dxa"/>
          </w:tcPr>
          <w:p w14:paraId="7871CE2C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0FF5370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14:paraId="1E30C76E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14:paraId="7DF0D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EDD9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0698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859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EA74B6" w14:textId="77777777" w:rsidTr="6F931DA3">
        <w:tc>
          <w:tcPr>
            <w:tcW w:w="9520" w:type="dxa"/>
          </w:tcPr>
          <w:p w14:paraId="133262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354F" w14:paraId="42E1F02C" w14:textId="77777777" w:rsidTr="6F931DA3">
        <w:tc>
          <w:tcPr>
            <w:tcW w:w="9520" w:type="dxa"/>
          </w:tcPr>
          <w:p w14:paraId="538C27DB" w14:textId="77777777" w:rsidR="0085747A" w:rsidRPr="001A354F" w:rsidRDefault="001A354F" w:rsidP="001A354F">
            <w:pPr>
              <w:pStyle w:val="Default"/>
              <w:rPr>
                <w:rFonts w:ascii="Corbel" w:hAnsi="Corbel"/>
              </w:rPr>
            </w:pPr>
            <w:r w:rsidRPr="001A354F">
              <w:rPr>
                <w:rFonts w:ascii="Corbel" w:hAnsi="Corbel"/>
              </w:rPr>
              <w:t xml:space="preserve">Polityka społ.-podstawowe pojęcia i zakres </w:t>
            </w:r>
          </w:p>
        </w:tc>
      </w:tr>
      <w:tr w:rsidR="0085747A" w:rsidRPr="001A354F" w14:paraId="37277B59" w14:textId="77777777" w:rsidTr="6F931DA3">
        <w:tc>
          <w:tcPr>
            <w:tcW w:w="9520" w:type="dxa"/>
          </w:tcPr>
          <w:p w14:paraId="70C7AC3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="0085747A" w:rsidRPr="001A354F" w14:paraId="0FDBA8C8" w14:textId="77777777" w:rsidTr="6F931DA3">
        <w:tc>
          <w:tcPr>
            <w:tcW w:w="9520" w:type="dxa"/>
          </w:tcPr>
          <w:p w14:paraId="00B3E16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7E0B51" w:rsidRPr="001A354F" w14:paraId="4440690B" w14:textId="77777777" w:rsidTr="6F931DA3">
        <w:tc>
          <w:tcPr>
            <w:tcW w:w="9520" w:type="dxa"/>
          </w:tcPr>
          <w:p w14:paraId="78E6AB23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="007E0B51" w:rsidRPr="001A354F" w14:paraId="12E3A616" w14:textId="77777777" w:rsidTr="6F931DA3">
        <w:tc>
          <w:tcPr>
            <w:tcW w:w="9520" w:type="dxa"/>
          </w:tcPr>
          <w:p w14:paraId="760AAEDF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7E0B51" w:rsidRPr="001A354F" w14:paraId="137D9EF4" w14:textId="77777777" w:rsidTr="6F931DA3">
        <w:tc>
          <w:tcPr>
            <w:tcW w:w="9520" w:type="dxa"/>
          </w:tcPr>
          <w:p w14:paraId="4267643F" w14:textId="77777777" w:rsidR="007E0B51" w:rsidRPr="006809B3" w:rsidRDefault="007E0B51" w:rsidP="007E0B51">
            <w:pPr>
              <w:pStyle w:val="Default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7E0B51" w:rsidRPr="001A354F" w14:paraId="3B3EBC96" w14:textId="77777777" w:rsidTr="6F931DA3">
        <w:tc>
          <w:tcPr>
            <w:tcW w:w="9520" w:type="dxa"/>
          </w:tcPr>
          <w:p w14:paraId="5547B6D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7E0B51" w:rsidRPr="001A354F" w14:paraId="4CE240A8" w14:textId="77777777" w:rsidTr="6F931DA3">
        <w:tc>
          <w:tcPr>
            <w:tcW w:w="9520" w:type="dxa"/>
          </w:tcPr>
          <w:p w14:paraId="70D595D7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="007E0B51" w:rsidRPr="001A354F" w14:paraId="43F4A89D" w14:textId="77777777" w:rsidTr="6F931DA3">
        <w:tc>
          <w:tcPr>
            <w:tcW w:w="9520" w:type="dxa"/>
          </w:tcPr>
          <w:p w14:paraId="1ED74812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="007E0B51" w:rsidRPr="001A354F" w14:paraId="3251D933" w14:textId="77777777" w:rsidTr="6F931DA3">
        <w:tc>
          <w:tcPr>
            <w:tcW w:w="9520" w:type="dxa"/>
          </w:tcPr>
          <w:p w14:paraId="1BF57338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="007E0B51" w:rsidRPr="001A354F" w14:paraId="53AA83F5" w14:textId="77777777" w:rsidTr="6F931DA3">
        <w:tc>
          <w:tcPr>
            <w:tcW w:w="9520" w:type="dxa"/>
          </w:tcPr>
          <w:p w14:paraId="090659A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7E0B51" w:rsidRPr="001A354F" w14:paraId="27F29D78" w14:textId="77777777" w:rsidTr="6F931DA3">
        <w:tc>
          <w:tcPr>
            <w:tcW w:w="9520" w:type="dxa"/>
          </w:tcPr>
          <w:p w14:paraId="4F95267E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="007E0B51" w:rsidRPr="001A354F" w14:paraId="26E21F2C" w14:textId="77777777" w:rsidTr="6F931DA3">
        <w:tc>
          <w:tcPr>
            <w:tcW w:w="9520" w:type="dxa"/>
          </w:tcPr>
          <w:p w14:paraId="218FDB70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="007E0B51" w:rsidRPr="001A354F" w14:paraId="6953C3A8" w14:textId="77777777" w:rsidTr="6F931DA3">
        <w:tc>
          <w:tcPr>
            <w:tcW w:w="9520" w:type="dxa"/>
          </w:tcPr>
          <w:p w14:paraId="4BD29966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14:paraId="4D85E98F" w14:textId="77777777" w:rsidR="0085747A" w:rsidRPr="001A35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DF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006EAE9" w14:textId="77777777" w:rsidR="0085747A" w:rsidRPr="009C54AE" w:rsidRDefault="006F01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7C1CE5D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AFB1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7091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55E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6F6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BC901E" w14:textId="77777777" w:rsidTr="00C05F44">
        <w:tc>
          <w:tcPr>
            <w:tcW w:w="1985" w:type="dxa"/>
            <w:vAlign w:val="center"/>
          </w:tcPr>
          <w:p w14:paraId="346AEF5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6D36A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D647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8DB14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7E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DF9235" w14:textId="77777777" w:rsidTr="00C05F44">
        <w:tc>
          <w:tcPr>
            <w:tcW w:w="1985" w:type="dxa"/>
          </w:tcPr>
          <w:p w14:paraId="0FF1C1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897C1A7" w14:textId="77777777" w:rsidR="0085747A" w:rsidRPr="00DB533F" w:rsidRDefault="00A90334" w:rsidP="00A90334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0ED1231" w14:textId="77777777" w:rsidR="0085747A" w:rsidRPr="00DB533F" w:rsidRDefault="00A90334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0C2BEC0" w14:textId="77777777" w:rsidTr="00C05F44">
        <w:tc>
          <w:tcPr>
            <w:tcW w:w="1985" w:type="dxa"/>
          </w:tcPr>
          <w:p w14:paraId="18F8BB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48429B" w14:textId="77777777" w:rsidR="0085747A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43001D3" w14:textId="6FD6D0A7" w:rsidR="0085747A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7D7E2D04" w14:textId="77777777" w:rsidTr="00C05F44">
        <w:tc>
          <w:tcPr>
            <w:tcW w:w="1985" w:type="dxa"/>
          </w:tcPr>
          <w:p w14:paraId="0A1CABB3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F3A907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6A83176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13492DD" w14:textId="77777777" w:rsidTr="00C05F44">
        <w:tc>
          <w:tcPr>
            <w:tcW w:w="1985" w:type="dxa"/>
          </w:tcPr>
          <w:p w14:paraId="6C91F8A6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FCDE6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DEE11FB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402BFA19" w14:textId="77777777" w:rsidTr="00C05F44">
        <w:tc>
          <w:tcPr>
            <w:tcW w:w="1985" w:type="dxa"/>
          </w:tcPr>
          <w:p w14:paraId="68F30977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EBF0A9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2076149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F876C7E" w14:textId="77777777" w:rsidTr="00C05F44">
        <w:tc>
          <w:tcPr>
            <w:tcW w:w="1985" w:type="dxa"/>
          </w:tcPr>
          <w:p w14:paraId="72265CFB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4CA0976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5D9CC83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90334" w:rsidRPr="009C54AE" w14:paraId="4AB22311" w14:textId="77777777" w:rsidTr="00C05F44">
        <w:tc>
          <w:tcPr>
            <w:tcW w:w="1985" w:type="dxa"/>
          </w:tcPr>
          <w:p w14:paraId="695A12BC" w14:textId="77777777" w:rsidR="00A90334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F8DA4E4" w14:textId="77777777" w:rsidR="00A90334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37FB9C90" w14:textId="77777777" w:rsidR="00A90334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EF82C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E19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B47E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DFFFB" w14:textId="77777777" w:rsidTr="00923D7D">
        <w:tc>
          <w:tcPr>
            <w:tcW w:w="9670" w:type="dxa"/>
          </w:tcPr>
          <w:p w14:paraId="59657673" w14:textId="2C1311F7" w:rsidR="0085747A" w:rsidRPr="009C54AE" w:rsidRDefault="00DB533F" w:rsidP="00DB5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10D21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8B9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601F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860C3C" w14:textId="77777777" w:rsidTr="003E1941">
        <w:tc>
          <w:tcPr>
            <w:tcW w:w="4962" w:type="dxa"/>
            <w:vAlign w:val="center"/>
          </w:tcPr>
          <w:p w14:paraId="709794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BA5D8" w14:textId="46CFF0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F7ABC4" w14:textId="77777777" w:rsidTr="00923D7D">
        <w:tc>
          <w:tcPr>
            <w:tcW w:w="4962" w:type="dxa"/>
          </w:tcPr>
          <w:p w14:paraId="34903F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E2E854" w14:textId="123F4E33" w:rsidR="0085747A" w:rsidRPr="009C54AE" w:rsidRDefault="00191DAD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741117FF" w14:textId="77777777" w:rsidTr="00923D7D">
        <w:tc>
          <w:tcPr>
            <w:tcW w:w="4962" w:type="dxa"/>
          </w:tcPr>
          <w:p w14:paraId="038562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1EFD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74B50" w14:textId="77777777" w:rsidR="00C61DC5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9B838D" w14:textId="77777777" w:rsidTr="00923D7D">
        <w:tc>
          <w:tcPr>
            <w:tcW w:w="4962" w:type="dxa"/>
          </w:tcPr>
          <w:p w14:paraId="7E76DF54" w14:textId="6D985C13" w:rsidR="00C61DC5" w:rsidRPr="009C54AE" w:rsidRDefault="00C61DC5" w:rsidP="000D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62A688" w14:textId="6D4D78E9" w:rsidR="00C61DC5" w:rsidRPr="009C54AE" w:rsidRDefault="00191DAD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85747A" w:rsidRPr="009C54AE" w14:paraId="64B5526B" w14:textId="77777777" w:rsidTr="00923D7D">
        <w:tc>
          <w:tcPr>
            <w:tcW w:w="4962" w:type="dxa"/>
          </w:tcPr>
          <w:p w14:paraId="591291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062A6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1893A9" w14:textId="77777777" w:rsidTr="00923D7D">
        <w:tc>
          <w:tcPr>
            <w:tcW w:w="4962" w:type="dxa"/>
          </w:tcPr>
          <w:p w14:paraId="1B27C4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9A6B70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E58A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FC04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20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DEF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B8357C4" w14:textId="77777777" w:rsidTr="001406F7">
        <w:trPr>
          <w:trHeight w:val="397"/>
        </w:trPr>
        <w:tc>
          <w:tcPr>
            <w:tcW w:w="2359" w:type="pct"/>
          </w:tcPr>
          <w:p w14:paraId="4E9842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238E3AE" w14:textId="72A50399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BBF699" w14:textId="77777777" w:rsidTr="001406F7">
        <w:trPr>
          <w:trHeight w:val="397"/>
        </w:trPr>
        <w:tc>
          <w:tcPr>
            <w:tcW w:w="2359" w:type="pct"/>
          </w:tcPr>
          <w:p w14:paraId="18CAA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72DE03" w14:textId="3F8800BD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03F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C4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6B24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D1B10A0" w14:textId="77777777" w:rsidTr="001406F7">
        <w:trPr>
          <w:trHeight w:val="397"/>
        </w:trPr>
        <w:tc>
          <w:tcPr>
            <w:tcW w:w="5000" w:type="pct"/>
          </w:tcPr>
          <w:p w14:paraId="1B55E7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C2BD9" w14:textId="77777777" w:rsidR="00DB533F" w:rsidRPr="009C54AE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 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2017,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 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2006,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Współczesna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polityka gospodarcza, 2016, 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nauk., A.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Sobol,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Warszawa, [CZ.IV]</w:t>
            </w:r>
          </w:p>
        </w:tc>
      </w:tr>
      <w:tr w:rsidR="0085747A" w:rsidRPr="00DB533F" w14:paraId="3628DE5E" w14:textId="77777777" w:rsidTr="001406F7">
        <w:trPr>
          <w:trHeight w:val="397"/>
        </w:trPr>
        <w:tc>
          <w:tcPr>
            <w:tcW w:w="5000" w:type="pct"/>
          </w:tcPr>
          <w:p w14:paraId="4259C0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385B56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1.Polityka społeczna w zmieniającej się rzeczywistości, 2016,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K.M., Katowice</w:t>
            </w:r>
          </w:p>
          <w:p w14:paraId="7514B321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M., Pratt A., E.,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, Warszawa</w:t>
            </w:r>
          </w:p>
        </w:tc>
      </w:tr>
    </w:tbl>
    <w:p w14:paraId="58E78CD8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32C5C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99A2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A5E3D" w14:textId="77777777" w:rsidR="00B464E9" w:rsidRDefault="00B464E9" w:rsidP="00C16ABF">
      <w:pPr>
        <w:spacing w:after="0" w:line="240" w:lineRule="auto"/>
      </w:pPr>
      <w:r>
        <w:separator/>
      </w:r>
    </w:p>
  </w:endnote>
  <w:endnote w:type="continuationSeparator" w:id="0">
    <w:p w14:paraId="165939B4" w14:textId="77777777" w:rsidR="00B464E9" w:rsidRDefault="00B464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CE7A0" w14:textId="77777777" w:rsidR="00B464E9" w:rsidRDefault="00B464E9" w:rsidP="00C16ABF">
      <w:pPr>
        <w:spacing w:after="0" w:line="240" w:lineRule="auto"/>
      </w:pPr>
      <w:r>
        <w:separator/>
      </w:r>
    </w:p>
  </w:footnote>
  <w:footnote w:type="continuationSeparator" w:id="0">
    <w:p w14:paraId="7314BA2E" w14:textId="77777777" w:rsidR="00B464E9" w:rsidRDefault="00B464E9" w:rsidP="00C16ABF">
      <w:pPr>
        <w:spacing w:after="0" w:line="240" w:lineRule="auto"/>
      </w:pPr>
      <w:r>
        <w:continuationSeparator/>
      </w:r>
    </w:p>
  </w:footnote>
  <w:footnote w:id="1">
    <w:p w14:paraId="2CA12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DAD"/>
    <w:rsid w:val="00192F37"/>
    <w:rsid w:val="001A16D0"/>
    <w:rsid w:val="001A2579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4E9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F2C"/>
    <w:rsid w:val="00FD503F"/>
    <w:rsid w:val="00FD7589"/>
    <w:rsid w:val="00FF016A"/>
    <w:rsid w:val="00FF1401"/>
    <w:rsid w:val="00FF5E7D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29F8"/>
  </w:style>
  <w:style w:type="character" w:customStyle="1" w:styleId="spellingerror">
    <w:name w:val="spellingerror"/>
    <w:basedOn w:val="Domylnaczcionkaakapitu"/>
    <w:rsid w:val="000D29F8"/>
  </w:style>
  <w:style w:type="character" w:customStyle="1" w:styleId="eop">
    <w:name w:val="eop"/>
    <w:basedOn w:val="Domylnaczcionkaakapitu"/>
    <w:rsid w:val="000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AC4EFF-EB68-4D79-B73D-882A7167DD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789</Words>
  <Characters>4735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2020-10-26T19:14:00Z</dcterms:created>
  <dcterms:modified xsi:type="dcterms:W3CDTF">2020-12-11T10:02:00Z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